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39ECE0E3" w:rsidR="00F422D3" w:rsidRDefault="00F422D3" w:rsidP="00022F72">
      <w:pPr>
        <w:pStyle w:val="Titul1"/>
      </w:pPr>
      <w:r w:rsidRPr="005D6794">
        <w:t>S</w:t>
      </w:r>
      <w:r w:rsidR="00022F72">
        <w:t>mlouva o dílo na zhotovení s</w:t>
      </w:r>
      <w:r w:rsidR="000F7614">
        <w:t>ouboru staveb</w:t>
      </w:r>
    </w:p>
    <w:p w14:paraId="6AB34FF9" w14:textId="77777777" w:rsidR="0080582B" w:rsidRDefault="0080582B" w:rsidP="00BB1390">
      <w:pPr>
        <w:pStyle w:val="Titul2"/>
      </w:pPr>
      <w:r w:rsidRPr="0080582B">
        <w:t>1) „Rekonstrukce přejezdu P3664 v km 178,860 na trati Brno – Jihlava“</w:t>
      </w:r>
    </w:p>
    <w:p w14:paraId="09D72532" w14:textId="1CD8B56C" w:rsidR="0080582B" w:rsidRDefault="0080582B" w:rsidP="00BB1390">
      <w:pPr>
        <w:pStyle w:val="Titul2"/>
      </w:pPr>
      <w:r w:rsidRPr="0080582B">
        <w:t xml:space="preserve"> 2) „Doplnění počítačů náprav na sudém zhlaví v </w:t>
      </w:r>
      <w:proofErr w:type="spellStart"/>
      <w:r w:rsidRPr="0080582B">
        <w:t>žst</w:t>
      </w:r>
      <w:proofErr w:type="spellEnd"/>
      <w:r w:rsidRPr="0080582B">
        <w:t>. Bransouze“</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80582B" w:rsidRDefault="00F422D3" w:rsidP="00B42F40">
      <w:pPr>
        <w:pStyle w:val="Textbezodsazen"/>
        <w:spacing w:after="0"/>
      </w:pPr>
      <w:r>
        <w:t>zastoupena</w:t>
      </w:r>
      <w:r w:rsidRPr="0080582B">
        <w:t xml:space="preserve">: Ing. Mojmírem Nejezchlebem, náměstkem GŘ pro modernizaci dráhy </w:t>
      </w:r>
    </w:p>
    <w:p w14:paraId="7D6BB001" w14:textId="77777777" w:rsidR="00F422D3" w:rsidRDefault="00F422D3" w:rsidP="00B42F40">
      <w:pPr>
        <w:pStyle w:val="Textbezodsazen"/>
      </w:pPr>
      <w:r w:rsidRPr="0080582B">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0DA964F5" w:rsidR="00F422D3" w:rsidRDefault="00F422D3" w:rsidP="00B42F40">
      <w:pPr>
        <w:pStyle w:val="Textbezodsazen"/>
      </w:pPr>
      <w:r w:rsidRPr="00B42F40">
        <w:t>Stavební</w:t>
      </w:r>
      <w:r>
        <w:t xml:space="preserve"> správa </w:t>
      </w:r>
      <w:r w:rsidR="0080582B">
        <w:t>východ,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FDFFE4A" w:rsidR="00F422D3" w:rsidRDefault="00F422D3" w:rsidP="0080582B">
      <w:pPr>
        <w:pStyle w:val="Textbezodsazen"/>
      </w:pPr>
      <w:r>
        <w:t>ISPROFOND</w:t>
      </w:r>
      <w:r w:rsidR="0080582B">
        <w:t>/SUBISPROFIN</w:t>
      </w:r>
      <w:r>
        <w:t>:</w:t>
      </w:r>
      <w:r w:rsidR="0080582B">
        <w:t xml:space="preserve"> 1) 3273514800/5613520049</w:t>
      </w:r>
    </w:p>
    <w:p w14:paraId="5AD39CA7" w14:textId="46D7B7F6" w:rsidR="0080582B" w:rsidRDefault="0080582B" w:rsidP="0080582B">
      <w:pPr>
        <w:pStyle w:val="Textbezodsazen"/>
      </w:pPr>
      <w:r>
        <w:tab/>
        <w:t xml:space="preserve">                              2) 3273214993/5613520064</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6738D635"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002C3ACB" w:rsidR="007D26F9" w:rsidRPr="00BC5BDD" w:rsidRDefault="007D26F9" w:rsidP="00BC5BDD">
      <w:pPr>
        <w:pStyle w:val="Nadpis1-1"/>
      </w:pPr>
      <w:r w:rsidRPr="00BC5BDD">
        <w:t>ÚČEL SMLOUVY</w:t>
      </w:r>
    </w:p>
    <w:p w14:paraId="571ABFCB" w14:textId="73F532DE" w:rsidR="007D26F9" w:rsidRPr="00AA1FDB" w:rsidRDefault="007D26F9" w:rsidP="00AA1FDB">
      <w:pPr>
        <w:pStyle w:val="Text1-1"/>
        <w:rPr>
          <w:b/>
          <w:bCs/>
        </w:rPr>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0F7614">
        <w:t xml:space="preserve"> na soubor staveb</w:t>
      </w:r>
      <w:r w:rsidR="00A349C6">
        <w:t xml:space="preserve"> s </w:t>
      </w:r>
      <w:r>
        <w:t xml:space="preserve">názvem </w:t>
      </w:r>
      <w:bookmarkStart w:id="0" w:name="_Hlk180479044"/>
      <w:r w:rsidR="00AA1FDB" w:rsidRPr="00FA5F1A">
        <w:rPr>
          <w:b/>
          <w:bCs/>
        </w:rPr>
        <w:t>1) „</w:t>
      </w:r>
      <w:r w:rsidR="00AA1FDB" w:rsidRPr="00AA1FDB">
        <w:rPr>
          <w:b/>
          <w:bCs/>
        </w:rPr>
        <w:t>Rekonstrukce přejezdu P3664 v km 178,860 na trati Brno – Jihlava“</w:t>
      </w:r>
      <w:r w:rsidR="00AA1FDB">
        <w:t xml:space="preserve">; </w:t>
      </w:r>
      <w:r w:rsidR="00AA1FDB" w:rsidRPr="00AA1FDB">
        <w:rPr>
          <w:b/>
          <w:bCs/>
        </w:rPr>
        <w:t xml:space="preserve">2) „Doplnění počítačů náprav na sudém zhlaví v </w:t>
      </w:r>
      <w:proofErr w:type="spellStart"/>
      <w:r w:rsidR="00AA1FDB" w:rsidRPr="00AA1FDB">
        <w:rPr>
          <w:b/>
          <w:bCs/>
        </w:rPr>
        <w:t>žst</w:t>
      </w:r>
      <w:proofErr w:type="spellEnd"/>
      <w:r w:rsidR="00AA1FDB" w:rsidRPr="00AA1FDB">
        <w:rPr>
          <w:b/>
          <w:bCs/>
        </w:rPr>
        <w:t>. Bransouze“</w:t>
      </w:r>
      <w:r w:rsidR="00AA1FDB">
        <w:t xml:space="preserve"> </w:t>
      </w:r>
      <w:bookmarkEnd w:id="0"/>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6BDD77F" w14:textId="77777777" w:rsidR="00AA1FDB" w:rsidRDefault="00AA1FDB" w:rsidP="00AA1FDB">
      <w:pPr>
        <w:pStyle w:val="Textbezslovn"/>
        <w:rPr>
          <w:rStyle w:val="Tun"/>
        </w:rPr>
      </w:pPr>
      <w:bookmarkStart w:id="1" w:name="_Hlk180483417"/>
      <w:r>
        <w:rPr>
          <w:rStyle w:val="Tun"/>
        </w:rPr>
        <w:t>z toho:</w:t>
      </w:r>
    </w:p>
    <w:p w14:paraId="3C00E620" w14:textId="77777777" w:rsidR="00AA1FDB" w:rsidRDefault="00AA1FDB" w:rsidP="00AA1FDB">
      <w:pPr>
        <w:pStyle w:val="Textbezslovn"/>
        <w:numPr>
          <w:ilvl w:val="0"/>
          <w:numId w:val="21"/>
        </w:numPr>
        <w:rPr>
          <w:rStyle w:val="Tun"/>
        </w:rPr>
      </w:pPr>
      <w:r>
        <w:rPr>
          <w:rStyle w:val="Tun"/>
        </w:rPr>
        <w:t>Cena díla pro stavbu</w:t>
      </w:r>
    </w:p>
    <w:p w14:paraId="09891BF1" w14:textId="74724866" w:rsidR="00AA1FDB" w:rsidRDefault="00AA1FDB" w:rsidP="00AA1FDB">
      <w:pPr>
        <w:pStyle w:val="Textbezslovn"/>
        <w:ind w:left="1097"/>
        <w:rPr>
          <w:rStyle w:val="Tun"/>
        </w:rPr>
      </w:pPr>
      <w:r>
        <w:rPr>
          <w:b/>
        </w:rPr>
        <w:t>„</w:t>
      </w:r>
      <w:r w:rsidRPr="00AA1FDB">
        <w:rPr>
          <w:b/>
        </w:rPr>
        <w:t>Rekonstrukce přejezdu P3664 v km 178,860 na trati Brno – Jihlava</w:t>
      </w:r>
      <w:r w:rsidRPr="003A055C">
        <w:rPr>
          <w:rStyle w:val="Tun"/>
        </w:rPr>
        <w:t>“</w:t>
      </w:r>
      <w:r>
        <w:rPr>
          <w:rStyle w:val="Tun"/>
        </w:rPr>
        <w:t xml:space="preserve"> (dále též jen „stavba 1</w:t>
      </w:r>
      <w:r w:rsidRPr="00656438">
        <w:rPr>
          <w:rStyle w:val="Tun"/>
        </w:rPr>
        <w:t xml:space="preserve">“) </w:t>
      </w:r>
    </w:p>
    <w:p w14:paraId="6C019682" w14:textId="77777777" w:rsidR="00AA1FDB" w:rsidRDefault="00AA1FDB" w:rsidP="00AA1FDB">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13F7EEA4" w14:textId="77777777" w:rsidR="00AA1FDB" w:rsidRDefault="00AA1FDB" w:rsidP="00AA1FDB">
      <w:pPr>
        <w:pStyle w:val="Textbezslovn"/>
        <w:numPr>
          <w:ilvl w:val="0"/>
          <w:numId w:val="21"/>
        </w:numPr>
        <w:rPr>
          <w:rStyle w:val="Tun"/>
        </w:rPr>
      </w:pPr>
      <w:r>
        <w:rPr>
          <w:rStyle w:val="Tun"/>
        </w:rPr>
        <w:t>Cena díla pro stavbu</w:t>
      </w:r>
    </w:p>
    <w:p w14:paraId="298AD555" w14:textId="437F83AE" w:rsidR="00AA1FDB" w:rsidRDefault="00AA1FDB" w:rsidP="00AA1FDB">
      <w:pPr>
        <w:pStyle w:val="Textbezslovn"/>
        <w:ind w:left="1097"/>
        <w:rPr>
          <w:rStyle w:val="Tun"/>
        </w:rPr>
      </w:pPr>
      <w:r>
        <w:rPr>
          <w:rStyle w:val="Tun"/>
        </w:rPr>
        <w:t>„</w:t>
      </w:r>
      <w:r w:rsidRPr="00AA1FDB">
        <w:rPr>
          <w:b/>
        </w:rPr>
        <w:t xml:space="preserve">Doplnění počítačů náprav na sudém zhlaví v </w:t>
      </w:r>
      <w:proofErr w:type="spellStart"/>
      <w:r w:rsidRPr="00AA1FDB">
        <w:rPr>
          <w:b/>
        </w:rPr>
        <w:t>žst</w:t>
      </w:r>
      <w:proofErr w:type="spellEnd"/>
      <w:r w:rsidRPr="00AA1FDB">
        <w:rPr>
          <w:b/>
        </w:rPr>
        <w:t>. Bransouze</w:t>
      </w:r>
      <w:r w:rsidRPr="003A055C">
        <w:rPr>
          <w:rStyle w:val="Tun"/>
        </w:rPr>
        <w:t>“</w:t>
      </w:r>
      <w:r>
        <w:rPr>
          <w:rStyle w:val="Tun"/>
        </w:rPr>
        <w:t xml:space="preserve"> (dále též jen „stavba 2</w:t>
      </w:r>
      <w:r w:rsidRPr="00656438">
        <w:rPr>
          <w:rStyle w:val="Tun"/>
        </w:rPr>
        <w:t xml:space="preserve">“) </w:t>
      </w:r>
    </w:p>
    <w:p w14:paraId="4E26E9DB" w14:textId="77777777" w:rsidR="00AA1FDB" w:rsidRDefault="00AA1FDB" w:rsidP="00AA1FDB">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7E852D0" w14:textId="64759951" w:rsidR="00AA1FDB" w:rsidRDefault="00AA1FDB" w:rsidP="00BC5BDD">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bookmarkEnd w:id="1"/>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 xml:space="preserve">DPH, nebo daňový doklad Zhotovitele bude obsahovat číslo </w:t>
      </w:r>
      <w:r>
        <w:lastRenderedPageBreak/>
        <w:t>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760FB45B" w:rsidR="007D26F9" w:rsidRDefault="007D26F9" w:rsidP="00BC5BDD">
      <w:pPr>
        <w:pStyle w:val="Textbezslovn"/>
        <w:rPr>
          <w:rStyle w:val="Tun"/>
        </w:rPr>
      </w:pPr>
      <w:r w:rsidRPr="008F7242">
        <w:rPr>
          <w:rStyle w:val="Tun"/>
        </w:rPr>
        <w:t>Celková lhůta pro dokončení Díla činí celkem</w:t>
      </w:r>
      <w:r w:rsidR="00AA1FDB">
        <w:rPr>
          <w:rStyle w:val="Tun"/>
        </w:rPr>
        <w:t xml:space="preserve"> 1</w:t>
      </w:r>
      <w:r w:rsidR="00A96ADD">
        <w:rPr>
          <w:rStyle w:val="Tun"/>
        </w:rPr>
        <w:t>2</w:t>
      </w:r>
      <w:r w:rsidRPr="008F7242">
        <w:rPr>
          <w:rStyle w:val="Tun"/>
        </w:rPr>
        <w:t xml:space="preserve"> měsíců ode Dne zahájení stavebních prací (dokladem prokazujícím, že Zhotovitel dokončil celé Dílo, je Předávací protokol dle odst. 10.4 Obchodních podmínek).</w:t>
      </w:r>
    </w:p>
    <w:p w14:paraId="435A169F" w14:textId="0BD3FC63" w:rsidR="00AA1FDB" w:rsidRDefault="007D26F9" w:rsidP="00AA1FDB">
      <w:pPr>
        <w:pStyle w:val="Textbezslovn"/>
      </w:pPr>
      <w:r>
        <w:t>Lhůta pro dokončení stavebních prací činí celkem</w:t>
      </w:r>
      <w:r w:rsidR="00AA1FDB">
        <w:t xml:space="preserve"> </w:t>
      </w:r>
      <w:r w:rsidR="00A96ADD">
        <w:rPr>
          <w:b/>
          <w:bCs/>
        </w:rPr>
        <w:t>6</w:t>
      </w:r>
      <w:r w:rsidR="00A96ADD"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7E17BD3" w14:textId="2F23F324" w:rsidR="00AA1FDB" w:rsidRPr="00AA1FDB" w:rsidRDefault="00AA1FDB" w:rsidP="00AA1FDB">
      <w:pPr>
        <w:pStyle w:val="Textbezslovn"/>
        <w:rPr>
          <w:bCs/>
        </w:rPr>
      </w:pPr>
      <w:r w:rsidRPr="00AA1FDB">
        <w:rPr>
          <w:rStyle w:val="Tun"/>
        </w:rPr>
        <w:t>Následná úprava směrového a výškového uspořádání koleje</w:t>
      </w:r>
      <w:r w:rsidRPr="00AA1FDB">
        <w:rPr>
          <w:rStyle w:val="Tun"/>
          <w:b w:val="0"/>
          <w:bCs/>
        </w:rPr>
        <w:t xml:space="preserve">, která se týká Stavby 1) </w:t>
      </w:r>
      <w:r w:rsidRPr="00AA1FDB">
        <w:rPr>
          <w:rStyle w:val="Tun"/>
        </w:rPr>
        <w:t>SO 26-10-01 Železniční svršek</w:t>
      </w:r>
      <w:r w:rsidRPr="00AA1FDB">
        <w:rPr>
          <w:rStyle w:val="Tun"/>
          <w:b w:val="0"/>
          <w:bCs/>
        </w:rPr>
        <w:t xml:space="preserve">, bude provedena do </w:t>
      </w:r>
      <w:r w:rsidRPr="00AA1FDB">
        <w:rPr>
          <w:rStyle w:val="Tun"/>
        </w:rPr>
        <w:t>3 měsíců</w:t>
      </w:r>
      <w:r w:rsidRPr="00AA1FDB">
        <w:rPr>
          <w:rStyle w:val="Tun"/>
          <w:b w:val="0"/>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4D829B40" w14:textId="000EFD0F" w:rsidR="007D26F9" w:rsidRPr="00974AE2" w:rsidRDefault="007D26F9" w:rsidP="00AA1FDB">
      <w:pPr>
        <w:pStyle w:val="Textbezslovn"/>
      </w:pPr>
      <w:r w:rsidRPr="00AA1FDB">
        <w:t xml:space="preserve">Předání posouzení interoperability, včetně zajištění všech souvisejících dokladů, podle </w:t>
      </w:r>
      <w:proofErr w:type="spellStart"/>
      <w:r w:rsidRPr="00AA1FDB">
        <w:t>ust</w:t>
      </w:r>
      <w:proofErr w:type="spellEnd"/>
      <w:r w:rsidRPr="00AA1FDB">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01C31BA1" w:rsidR="007D26F9" w:rsidRDefault="007D26F9" w:rsidP="00BC5BDD">
      <w:pPr>
        <w:pStyle w:val="Text1-1"/>
      </w:pPr>
      <w:r>
        <w:t>Místo plnění je dáno místem,</w:t>
      </w:r>
      <w:r w:rsidR="00A349C6">
        <w:t xml:space="preserve"> v </w:t>
      </w:r>
      <w:r>
        <w:t xml:space="preserve">němž má být Dílo dle Dokumentace pro </w:t>
      </w:r>
      <w:r w:rsidRPr="0061520D">
        <w:t>povolení</w:t>
      </w:r>
      <w:r w:rsidR="00A349C6" w:rsidRPr="0061520D">
        <w:t xml:space="preserve"> </w:t>
      </w:r>
      <w:r w:rsidR="003C1694" w:rsidRPr="0061520D">
        <w:t xml:space="preserve">záměru (povolení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BBDF44E" w14:textId="6FDBDCBB" w:rsidR="007215A0" w:rsidRDefault="007D26F9" w:rsidP="00D80CC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lastRenderedPageBreak/>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566C2E88" w:rsidR="005C6678" w:rsidRPr="008941D9" w:rsidRDefault="005C6678" w:rsidP="00D80CC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w:t>
      </w:r>
      <w:r w:rsidRPr="005E007F">
        <w:rPr>
          <w:rFonts w:eastAsia="Times New Roman" w:cs="Times New Roman"/>
        </w:rPr>
        <w:lastRenderedPageBreak/>
        <w:t>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032CFC5" w14:textId="7E080063" w:rsidR="00F30A97" w:rsidRPr="00D80CC7" w:rsidRDefault="004A36B7" w:rsidP="00D80CC7">
      <w:pPr>
        <w:pStyle w:val="Text1-2"/>
      </w:pPr>
      <w:r w:rsidRPr="00D80CC7">
        <w:t>Zhotovitel se zavazuje, že</w:t>
      </w:r>
      <w:r w:rsidR="00384CDA" w:rsidRPr="00D80CC7">
        <w:t xml:space="preserve"> </w:t>
      </w:r>
      <w:r w:rsidR="00F30A97" w:rsidRPr="00D80CC7">
        <w:t>nejpozději</w:t>
      </w:r>
      <w:r w:rsidR="00384CDA" w:rsidRPr="00D80CC7">
        <w:t xml:space="preserve"> do d</w:t>
      </w:r>
      <w:r w:rsidR="00F30A97" w:rsidRPr="00D80CC7">
        <w:t xml:space="preserve">okončení a předání Díla Objednateli provede </w:t>
      </w:r>
      <w:r w:rsidR="00D80CC7" w:rsidRPr="00D80CC7">
        <w:t xml:space="preserve">jednu </w:t>
      </w:r>
      <w:r w:rsidR="00F30A97" w:rsidRPr="00D80CC7">
        <w:t>studentskou exkurzi</w:t>
      </w:r>
      <w:r w:rsidRPr="00D80CC7">
        <w:t xml:space="preserve"> na </w:t>
      </w:r>
      <w:r w:rsidR="00022FF9" w:rsidRPr="00D80CC7">
        <w:t>St</w:t>
      </w:r>
      <w:r w:rsidRPr="00D80CC7">
        <w:t xml:space="preserve">aveništi. </w:t>
      </w:r>
      <w:r w:rsidR="006D5FB4" w:rsidRPr="00D80CC7">
        <w:t>Podrobnosti k provedení exkurze jsou uvedeny v Obchodních podmínkách.</w:t>
      </w:r>
      <w:r w:rsidR="00756F28" w:rsidRPr="00D80CC7">
        <w:t xml:space="preserve"> </w:t>
      </w:r>
    </w:p>
    <w:p w14:paraId="5F079688" w14:textId="0D4FD05B" w:rsidR="008A3592" w:rsidRPr="00D80CC7" w:rsidRDefault="008A3592" w:rsidP="00EB5207">
      <w:pPr>
        <w:pStyle w:val="Text1-1"/>
      </w:pPr>
      <w:r w:rsidRPr="00D80CC7">
        <w:t xml:space="preserve">Objednatel si vyhrazuje požadavek, že níže uvedené významné činnosti při plnění </w:t>
      </w:r>
      <w:r w:rsidR="00325670" w:rsidRPr="00D80CC7">
        <w:t>V</w:t>
      </w:r>
      <w:r w:rsidRPr="00D80CC7">
        <w:t>eřejné zakázky musí být plněny přímo Zhotovitelem jeho vlastními prostředky:</w:t>
      </w:r>
    </w:p>
    <w:p w14:paraId="0E8A4190" w14:textId="77777777" w:rsidR="00D80CC7" w:rsidRDefault="00D80CC7" w:rsidP="00D80CC7">
      <w:pPr>
        <w:pStyle w:val="Odrka1-1"/>
        <w:spacing w:after="120"/>
        <w:rPr>
          <w:b/>
          <w:bCs/>
        </w:rPr>
      </w:pPr>
      <w:r w:rsidRPr="00E666B7">
        <w:rPr>
          <w:b/>
          <w:bCs/>
        </w:rPr>
        <w:t>PS 26-01-11 PZZ v km 178,860</w:t>
      </w:r>
    </w:p>
    <w:p w14:paraId="2C2A9387" w14:textId="11BD6C36" w:rsidR="008A3592" w:rsidRPr="00D80CC7" w:rsidRDefault="00D80CC7" w:rsidP="00D80CC7">
      <w:pPr>
        <w:pStyle w:val="Odrka1-1"/>
        <w:spacing w:after="120"/>
        <w:rPr>
          <w:b/>
          <w:bCs/>
        </w:rPr>
      </w:pPr>
      <w:r>
        <w:rPr>
          <w:b/>
          <w:bCs/>
        </w:rPr>
        <w:t>PS 26-01-11 SZZ Bransouze</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5EB75A3B" w:rsidR="00311475" w:rsidRDefault="00B75AE9" w:rsidP="00F66550">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lastRenderedPageBreak/>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2" w:name="_Hlk174521497"/>
      <w:proofErr w:type="gramStart"/>
      <w:r>
        <w:lastRenderedPageBreak/>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2"/>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lastRenderedPageBreak/>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AB1BEC9" w:rsidR="007D26F9" w:rsidRDefault="007D26F9" w:rsidP="00342DC7">
      <w:pPr>
        <w:pStyle w:val="Textbezslovn"/>
      </w:pPr>
      <w:r w:rsidRPr="00A349C6">
        <w:rPr>
          <w:b/>
        </w:rPr>
        <w:t>Příloha č. 1:</w:t>
      </w:r>
      <w:r w:rsidR="008F7242">
        <w:t xml:space="preserve"> </w:t>
      </w:r>
      <w:r w:rsidR="008F7242">
        <w:tab/>
      </w:r>
      <w:r>
        <w:t xml:space="preserve">Obchodní podmínky – </w:t>
      </w:r>
      <w:r w:rsidR="00D80CC7">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F1603FC" w:rsidR="007D26F9" w:rsidRDefault="00F43D42" w:rsidP="00F43D42">
      <w:pPr>
        <w:pStyle w:val="Textbezslovn"/>
        <w:ind w:left="2127"/>
      </w:pPr>
      <w:r>
        <w:t xml:space="preserve">b) </w:t>
      </w:r>
      <w:r w:rsidR="007D26F9">
        <w:t xml:space="preserve">Všeobecné technické podmínky – </w:t>
      </w:r>
      <w:r w:rsidR="00D80CC7">
        <w:t>VTP/R/16/22</w:t>
      </w:r>
    </w:p>
    <w:p w14:paraId="56C4D3BC" w14:textId="77777777" w:rsidR="000F7614" w:rsidRDefault="00F43D42" w:rsidP="00D80CC7">
      <w:pPr>
        <w:pStyle w:val="Textbezslovn"/>
        <w:ind w:left="2127"/>
        <w:rPr>
          <w:b/>
          <w:bCs/>
        </w:rPr>
      </w:pPr>
      <w:r>
        <w:t xml:space="preserve">c) </w:t>
      </w:r>
      <w:r w:rsidR="007D26F9">
        <w:t>Zvláštní technické podmínky</w:t>
      </w:r>
      <w:r w:rsidR="000F7614">
        <w:t xml:space="preserve"> </w:t>
      </w:r>
      <w:r w:rsidR="00D80CC7">
        <w:t xml:space="preserve">– </w:t>
      </w:r>
      <w:bookmarkStart w:id="3" w:name="_Hlk180062388"/>
      <w:bookmarkStart w:id="4" w:name="_Hlk180487017"/>
      <w:proofErr w:type="gramStart"/>
      <w:r w:rsidR="00D80CC7">
        <w:t xml:space="preserve">ZTP  </w:t>
      </w:r>
      <w:r w:rsidR="00D80CC7" w:rsidRPr="00D80CC7">
        <w:rPr>
          <w:b/>
          <w:bCs/>
        </w:rPr>
        <w:t>Soubor</w:t>
      </w:r>
      <w:proofErr w:type="gramEnd"/>
      <w:r w:rsidR="00D80CC7" w:rsidRPr="00D80CC7">
        <w:rPr>
          <w:b/>
          <w:bCs/>
        </w:rPr>
        <w:t xml:space="preserve"> staveb: </w:t>
      </w:r>
    </w:p>
    <w:p w14:paraId="701F0780" w14:textId="4570F0FC" w:rsidR="000F7614" w:rsidRDefault="00D80CC7" w:rsidP="00D80CC7">
      <w:pPr>
        <w:pStyle w:val="Textbezslovn"/>
        <w:ind w:left="2127"/>
        <w:rPr>
          <w:b/>
          <w:bCs/>
        </w:rPr>
      </w:pPr>
      <w:r w:rsidRPr="00D80CC7">
        <w:rPr>
          <w:b/>
          <w:bCs/>
        </w:rPr>
        <w:lastRenderedPageBreak/>
        <w:t xml:space="preserve">1) </w:t>
      </w:r>
      <w:r w:rsidR="000E2FA1">
        <w:rPr>
          <w:b/>
          <w:bCs/>
        </w:rPr>
        <w:t>„</w:t>
      </w:r>
      <w:r w:rsidRPr="00D80CC7">
        <w:rPr>
          <w:b/>
          <w:bCs/>
        </w:rPr>
        <w:t xml:space="preserve">Rekonstrukce přejezdu P3664 v km 178,86 na trati Brno </w:t>
      </w:r>
      <w:r w:rsidR="000E2FA1">
        <w:rPr>
          <w:b/>
          <w:bCs/>
        </w:rPr>
        <w:t>–</w:t>
      </w:r>
      <w:r w:rsidRPr="00D80CC7">
        <w:rPr>
          <w:b/>
          <w:bCs/>
        </w:rPr>
        <w:t xml:space="preserve"> Jihlava</w:t>
      </w:r>
      <w:r w:rsidR="000E2FA1">
        <w:rPr>
          <w:b/>
          <w:bCs/>
        </w:rPr>
        <w:t>“</w:t>
      </w:r>
      <w:r w:rsidRPr="00D80CC7">
        <w:rPr>
          <w:b/>
          <w:bCs/>
        </w:rPr>
        <w:t xml:space="preserve"> </w:t>
      </w:r>
    </w:p>
    <w:p w14:paraId="654E0A7B" w14:textId="66AB4867" w:rsidR="000F7614" w:rsidRDefault="00D80CC7" w:rsidP="00D80CC7">
      <w:pPr>
        <w:pStyle w:val="Textbezslovn"/>
        <w:ind w:left="2127"/>
        <w:rPr>
          <w:b/>
          <w:bCs/>
        </w:rPr>
      </w:pPr>
      <w:r w:rsidRPr="00D80CC7">
        <w:rPr>
          <w:b/>
          <w:bCs/>
        </w:rPr>
        <w:t xml:space="preserve">2) </w:t>
      </w:r>
      <w:r w:rsidR="000E2FA1">
        <w:rPr>
          <w:b/>
          <w:bCs/>
        </w:rPr>
        <w:t>„</w:t>
      </w:r>
      <w:r w:rsidRPr="00D80CC7">
        <w:rPr>
          <w:b/>
          <w:bCs/>
        </w:rPr>
        <w:t xml:space="preserve">Doplnění počítačů náprav na sudém zhlaví v </w:t>
      </w:r>
      <w:proofErr w:type="spellStart"/>
      <w:r w:rsidRPr="00D80CC7">
        <w:rPr>
          <w:b/>
          <w:bCs/>
        </w:rPr>
        <w:t>žst</w:t>
      </w:r>
      <w:proofErr w:type="spellEnd"/>
      <w:r w:rsidRPr="00D80CC7">
        <w:rPr>
          <w:b/>
          <w:bCs/>
        </w:rPr>
        <w:t>. Bransouze</w:t>
      </w:r>
      <w:r w:rsidR="000E2FA1">
        <w:rPr>
          <w:b/>
          <w:bCs/>
        </w:rPr>
        <w:t>“</w:t>
      </w:r>
      <w:r>
        <w:rPr>
          <w:b/>
          <w:bCs/>
        </w:rPr>
        <w:t xml:space="preserve"> </w:t>
      </w:r>
    </w:p>
    <w:p w14:paraId="4A3A2DC0" w14:textId="716FB3B5" w:rsidR="007D26F9" w:rsidRPr="00D80CC7" w:rsidRDefault="00D80CC7" w:rsidP="00D80CC7">
      <w:pPr>
        <w:pStyle w:val="Textbezslovn"/>
        <w:ind w:left="2127"/>
      </w:pPr>
      <w:r w:rsidRPr="00D80CC7">
        <w:t xml:space="preserve">ze </w:t>
      </w:r>
      <w:bookmarkEnd w:id="3"/>
      <w:r w:rsidRPr="00D80CC7">
        <w:t>dne 11.10.2024</w:t>
      </w:r>
      <w:bookmarkEnd w:id="4"/>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50D80259"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6CBB3E9F" w:rsidR="00CB4F6D" w:rsidRPr="00CB4F6D" w:rsidRDefault="00D80CC7" w:rsidP="00CB4F6D">
      <w:pPr>
        <w:pStyle w:val="Textbezodsazen"/>
      </w:pPr>
      <w:bookmarkStart w:id="5" w:name="_Hlk180487195"/>
      <w:r w:rsidRPr="00D80CC7">
        <w:t>OP/R/30/24</w:t>
      </w:r>
    </w:p>
    <w:bookmarkEnd w:id="5"/>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212EA416" w:rsidR="00342DC7" w:rsidRPr="00F3496C" w:rsidRDefault="00342DC7" w:rsidP="00F3496C">
      <w:pPr>
        <w:pStyle w:val="Odstavec1-1a"/>
        <w:numPr>
          <w:ilvl w:val="0"/>
          <w:numId w:val="3"/>
        </w:numPr>
        <w:rPr>
          <w:rStyle w:val="Tun"/>
        </w:rPr>
      </w:pPr>
      <w:r w:rsidRPr="00AE4B52">
        <w:rPr>
          <w:rStyle w:val="Tun"/>
        </w:rPr>
        <w:t xml:space="preserve">Všeobecné technické podmínky </w:t>
      </w:r>
      <w:bookmarkStart w:id="6" w:name="_Hlk180487232"/>
      <w:r w:rsidR="00D80CC7" w:rsidRPr="00D80CC7">
        <w:rPr>
          <w:rStyle w:val="Tun"/>
          <w:b w:val="0"/>
          <w:bCs/>
        </w:rPr>
        <w:t>VTP/R/16/22</w:t>
      </w:r>
      <w:r w:rsidRPr="00AE4B52">
        <w:rPr>
          <w:rStyle w:val="Tun"/>
        </w:rPr>
        <w:t xml:space="preserve"> </w:t>
      </w:r>
      <w:bookmarkEnd w:id="6"/>
    </w:p>
    <w:p w14:paraId="5E8CFB1F" w14:textId="77777777" w:rsidR="000F7614" w:rsidRDefault="00342DC7" w:rsidP="00F3496C">
      <w:pPr>
        <w:pStyle w:val="Odstavec1-1a"/>
        <w:numPr>
          <w:ilvl w:val="0"/>
          <w:numId w:val="3"/>
        </w:numPr>
        <w:rPr>
          <w:rStyle w:val="Tun"/>
        </w:rPr>
      </w:pPr>
      <w:r w:rsidRPr="00AE4B52">
        <w:rPr>
          <w:rStyle w:val="Tun"/>
        </w:rPr>
        <w:t xml:space="preserve">Zvláštní technické </w:t>
      </w:r>
      <w:proofErr w:type="gramStart"/>
      <w:r w:rsidRPr="00AE4B52">
        <w:rPr>
          <w:rStyle w:val="Tun"/>
        </w:rPr>
        <w:t xml:space="preserve">podmínky </w:t>
      </w:r>
      <w:r w:rsidR="00D80CC7">
        <w:rPr>
          <w:rStyle w:val="Tun"/>
        </w:rPr>
        <w:t xml:space="preserve">- </w:t>
      </w:r>
      <w:r w:rsidR="00D80CC7" w:rsidRPr="00D80CC7">
        <w:rPr>
          <w:rStyle w:val="Tun"/>
          <w:b w:val="0"/>
          <w:bCs/>
        </w:rPr>
        <w:t>ZTP</w:t>
      </w:r>
      <w:proofErr w:type="gramEnd"/>
      <w:r w:rsidR="00D80CC7" w:rsidRPr="00D80CC7">
        <w:rPr>
          <w:rStyle w:val="Tun"/>
        </w:rPr>
        <w:t xml:space="preserve"> Soubor staveb: </w:t>
      </w:r>
    </w:p>
    <w:p w14:paraId="2532153E" w14:textId="3BAF8B74" w:rsidR="000F7614" w:rsidRDefault="00D80CC7" w:rsidP="000F7614">
      <w:pPr>
        <w:pStyle w:val="Odstavec1-1a"/>
        <w:numPr>
          <w:ilvl w:val="0"/>
          <w:numId w:val="0"/>
        </w:numPr>
        <w:ind w:left="1077"/>
        <w:rPr>
          <w:rStyle w:val="Tun"/>
        </w:rPr>
      </w:pPr>
      <w:r w:rsidRPr="00D80CC7">
        <w:rPr>
          <w:rStyle w:val="Tun"/>
        </w:rPr>
        <w:t xml:space="preserve">1) </w:t>
      </w:r>
      <w:r w:rsidR="000E2FA1">
        <w:rPr>
          <w:rStyle w:val="Tun"/>
        </w:rPr>
        <w:t>„</w:t>
      </w:r>
      <w:r w:rsidRPr="00D80CC7">
        <w:rPr>
          <w:rStyle w:val="Tun"/>
        </w:rPr>
        <w:t xml:space="preserve">Rekonstrukce přejezdu P3664 v km 178,86 na trati Brno </w:t>
      </w:r>
      <w:r w:rsidR="000E2FA1">
        <w:rPr>
          <w:rStyle w:val="Tun"/>
        </w:rPr>
        <w:t>–</w:t>
      </w:r>
      <w:r w:rsidRPr="00D80CC7">
        <w:rPr>
          <w:rStyle w:val="Tun"/>
        </w:rPr>
        <w:t xml:space="preserve"> Jihlava</w:t>
      </w:r>
      <w:r w:rsidR="000E2FA1">
        <w:rPr>
          <w:rStyle w:val="Tun"/>
        </w:rPr>
        <w:t>“</w:t>
      </w:r>
      <w:r w:rsidRPr="00D80CC7">
        <w:rPr>
          <w:rStyle w:val="Tun"/>
        </w:rPr>
        <w:t xml:space="preserve"> </w:t>
      </w:r>
    </w:p>
    <w:p w14:paraId="1A31C259" w14:textId="09BA5A7A" w:rsidR="000F7614" w:rsidRDefault="00D80CC7" w:rsidP="000F7614">
      <w:pPr>
        <w:pStyle w:val="Odstavec1-1a"/>
        <w:numPr>
          <w:ilvl w:val="0"/>
          <w:numId w:val="0"/>
        </w:numPr>
        <w:ind w:left="1077"/>
        <w:rPr>
          <w:rStyle w:val="Tun"/>
        </w:rPr>
      </w:pPr>
      <w:r w:rsidRPr="00D80CC7">
        <w:rPr>
          <w:rStyle w:val="Tun"/>
        </w:rPr>
        <w:t xml:space="preserve">2) </w:t>
      </w:r>
      <w:r w:rsidR="000E2FA1">
        <w:rPr>
          <w:rStyle w:val="Tun"/>
        </w:rPr>
        <w:t>„</w:t>
      </w:r>
      <w:r w:rsidRPr="00D80CC7">
        <w:rPr>
          <w:rStyle w:val="Tun"/>
        </w:rPr>
        <w:t xml:space="preserve">Doplnění počítačů náprav na sudém zhlaví v </w:t>
      </w:r>
      <w:proofErr w:type="spellStart"/>
      <w:r w:rsidRPr="00D80CC7">
        <w:rPr>
          <w:rStyle w:val="Tun"/>
        </w:rPr>
        <w:t>žst</w:t>
      </w:r>
      <w:proofErr w:type="spellEnd"/>
      <w:r w:rsidRPr="00D80CC7">
        <w:rPr>
          <w:rStyle w:val="Tun"/>
        </w:rPr>
        <w:t>. Bransouze</w:t>
      </w:r>
      <w:r w:rsidR="000E2FA1">
        <w:rPr>
          <w:rStyle w:val="Tun"/>
        </w:rPr>
        <w:t>“</w:t>
      </w:r>
      <w:r w:rsidRPr="00D80CC7">
        <w:rPr>
          <w:rStyle w:val="Tun"/>
        </w:rPr>
        <w:t xml:space="preserve"> </w:t>
      </w:r>
    </w:p>
    <w:p w14:paraId="337F3A4D" w14:textId="32E51A61" w:rsidR="00342DC7" w:rsidRPr="00F3496C" w:rsidRDefault="00D80CC7" w:rsidP="000F7614">
      <w:pPr>
        <w:pStyle w:val="Odstavec1-1a"/>
        <w:numPr>
          <w:ilvl w:val="0"/>
          <w:numId w:val="0"/>
        </w:numPr>
        <w:ind w:left="1077"/>
        <w:rPr>
          <w:rStyle w:val="Tun"/>
        </w:rPr>
      </w:pPr>
      <w:r w:rsidRPr="00D80CC7">
        <w:rPr>
          <w:rStyle w:val="Tun"/>
          <w:b w:val="0"/>
          <w:bCs/>
        </w:rPr>
        <w:t>ze dne 11.10.2024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598B8CF1" w14:textId="77777777" w:rsidR="00D80CC7" w:rsidRPr="00D80CC7" w:rsidRDefault="00D80CC7" w:rsidP="00D80CC7">
      <w:pPr>
        <w:numPr>
          <w:ilvl w:val="0"/>
          <w:numId w:val="22"/>
        </w:numPr>
        <w:autoSpaceDE w:val="0"/>
        <w:autoSpaceDN w:val="0"/>
        <w:spacing w:after="0" w:line="240" w:lineRule="auto"/>
        <w:ind w:left="567" w:hanging="425"/>
        <w:rPr>
          <w:sz w:val="18"/>
          <w:szCs w:val="18"/>
        </w:rPr>
      </w:pPr>
      <w:r w:rsidRPr="00D80CC7">
        <w:rPr>
          <w:sz w:val="18"/>
          <w:szCs w:val="18"/>
        </w:rPr>
        <w:t xml:space="preserve">Stavba 1) DUSP + </w:t>
      </w:r>
      <w:proofErr w:type="gramStart"/>
      <w:r w:rsidRPr="00D80CC7">
        <w:rPr>
          <w:sz w:val="18"/>
          <w:szCs w:val="18"/>
        </w:rPr>
        <w:t>PDPS,  zpracovaná</w:t>
      </w:r>
      <w:proofErr w:type="gramEnd"/>
      <w:r w:rsidRPr="00D80CC7">
        <w:rPr>
          <w:sz w:val="18"/>
          <w:szCs w:val="18"/>
        </w:rPr>
        <w:t xml:space="preserve"> DMC Havlíčkův Brod s.r.o., Průmyslová 941, 580 01 Havlíčkův Brod, IČ:25284525, datum zpracování 01/2023 </w:t>
      </w:r>
    </w:p>
    <w:p w14:paraId="59AAE6CC" w14:textId="77777777" w:rsidR="00D80CC7" w:rsidRDefault="00D80CC7" w:rsidP="00D80CC7">
      <w:pPr>
        <w:numPr>
          <w:ilvl w:val="0"/>
          <w:numId w:val="22"/>
        </w:numPr>
        <w:autoSpaceDE w:val="0"/>
        <w:autoSpaceDN w:val="0"/>
        <w:spacing w:after="0" w:line="240" w:lineRule="auto"/>
        <w:ind w:left="567" w:hanging="425"/>
        <w:rPr>
          <w:sz w:val="18"/>
          <w:szCs w:val="18"/>
        </w:rPr>
      </w:pPr>
      <w:r w:rsidRPr="00D80CC7">
        <w:rPr>
          <w:sz w:val="18"/>
          <w:szCs w:val="18"/>
        </w:rPr>
        <w:t xml:space="preserve">Stavba 2) DUSP + </w:t>
      </w:r>
      <w:proofErr w:type="gramStart"/>
      <w:r w:rsidRPr="00D80CC7">
        <w:rPr>
          <w:sz w:val="18"/>
          <w:szCs w:val="18"/>
        </w:rPr>
        <w:t>PDPS,  zpracovaná</w:t>
      </w:r>
      <w:proofErr w:type="gramEnd"/>
      <w:r w:rsidRPr="00D80CC7">
        <w:rPr>
          <w:sz w:val="18"/>
          <w:szCs w:val="18"/>
        </w:rPr>
        <w:t xml:space="preserve"> DMC Havlíčkův Brod s.r.o., Průmyslová 941, 580 01 Havlíčkův Brod, IČ:25284525, datum zpracování 01/2023 </w:t>
      </w:r>
    </w:p>
    <w:p w14:paraId="07FA0429" w14:textId="79FCFAA5" w:rsidR="00D80CC7" w:rsidRPr="00D80CC7" w:rsidRDefault="00D80CC7" w:rsidP="00D80CC7">
      <w:pPr>
        <w:numPr>
          <w:ilvl w:val="0"/>
          <w:numId w:val="22"/>
        </w:numPr>
        <w:autoSpaceDE w:val="0"/>
        <w:autoSpaceDN w:val="0"/>
        <w:spacing w:after="0" w:line="240" w:lineRule="auto"/>
        <w:ind w:left="567" w:hanging="425"/>
        <w:rPr>
          <w:sz w:val="18"/>
          <w:szCs w:val="18"/>
        </w:rPr>
      </w:pPr>
      <w:bookmarkStart w:id="7" w:name="_Hlk180487265"/>
      <w:r>
        <w:rPr>
          <w:sz w:val="18"/>
          <w:szCs w:val="18"/>
        </w:rPr>
        <w:t>Stavební povolení budou předána vybranému dodavateli</w:t>
      </w:r>
      <w:bookmarkEnd w:id="7"/>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6D15F8AD" w:rsid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r w:rsidR="000F7614">
        <w:t xml:space="preserve"> a to samostatně pro stavby</w:t>
      </w:r>
      <w:r w:rsidRPr="001F518E">
        <w:t>:</w:t>
      </w:r>
    </w:p>
    <w:p w14:paraId="521A3D4B" w14:textId="5C41D171" w:rsidR="000F7614" w:rsidRDefault="000F7614" w:rsidP="000F7614">
      <w:pPr>
        <w:pStyle w:val="Odstavecseseznamem"/>
        <w:numPr>
          <w:ilvl w:val="0"/>
          <w:numId w:val="23"/>
        </w:numPr>
        <w:spacing w:after="240" w:line="264" w:lineRule="auto"/>
        <w:rPr>
          <w:rStyle w:val="Nadpisvtabulce"/>
        </w:rPr>
      </w:pPr>
      <w:r>
        <w:rPr>
          <w:rStyle w:val="Nadpisvtabulce"/>
        </w:rPr>
        <w:t xml:space="preserve">„Rekonstrukce přejezdu P3664 v km 178,860 na trati Brno – </w:t>
      </w:r>
      <w:proofErr w:type="spellStart"/>
      <w:r>
        <w:rPr>
          <w:rStyle w:val="Nadpisvtabulce"/>
        </w:rPr>
        <w:t>Jihlavva</w:t>
      </w:r>
      <w:proofErr w:type="spellEnd"/>
      <w:r>
        <w:rPr>
          <w:rStyle w:val="Nadpisvtabulce"/>
        </w:rPr>
        <w:t>“</w:t>
      </w:r>
    </w:p>
    <w:p w14:paraId="1C1D94BB" w14:textId="14456764" w:rsidR="00DD4862" w:rsidRPr="000F7614" w:rsidRDefault="000F7614" w:rsidP="00AE4B52">
      <w:pPr>
        <w:pStyle w:val="Odstavecseseznamem"/>
        <w:numPr>
          <w:ilvl w:val="0"/>
          <w:numId w:val="23"/>
        </w:numPr>
        <w:spacing w:after="240" w:line="264" w:lineRule="auto"/>
        <w:rPr>
          <w:b/>
          <w:sz w:val="18"/>
        </w:rPr>
      </w:pPr>
      <w:r>
        <w:rPr>
          <w:rStyle w:val="Nadpisvtabulce"/>
        </w:rPr>
        <w:t>„Doplnění počítačů náprav na sudém zhlaví v </w:t>
      </w:r>
      <w:proofErr w:type="spellStart"/>
      <w:r>
        <w:rPr>
          <w:rStyle w:val="Nadpisvtabulce"/>
        </w:rPr>
        <w:t>žst</w:t>
      </w:r>
      <w:proofErr w:type="spellEnd"/>
      <w:r>
        <w:rPr>
          <w:rStyle w:val="Nadpisvtabulce"/>
        </w:rPr>
        <w:t>. Bransouze“</w:t>
      </w:r>
    </w:p>
    <w:p w14:paraId="6C0BD5FA" w14:textId="77777777" w:rsidR="000F7614" w:rsidRPr="001F518E" w:rsidRDefault="000F7614" w:rsidP="000F7614">
      <w:pPr>
        <w:pStyle w:val="Textbezodsazen"/>
      </w:pPr>
      <w:r w:rsidRPr="00247877">
        <w:rPr>
          <w:b/>
        </w:rPr>
        <w:t>Fakturace proběhne u každé stavby samostatně.</w:t>
      </w:r>
    </w:p>
    <w:p w14:paraId="35DF8128" w14:textId="77777777" w:rsidR="00DD4862" w:rsidRDefault="00DD4862" w:rsidP="00AE4B52">
      <w:pPr>
        <w:pStyle w:val="Textbezodsazen"/>
      </w:pPr>
    </w:p>
    <w:p w14:paraId="5C3CDBB6" w14:textId="5C98F11C" w:rsidR="009030E8" w:rsidRPr="000C2B01" w:rsidRDefault="009030E8" w:rsidP="009030E8">
      <w:pPr>
        <w:pStyle w:val="Textbezodsazen"/>
      </w:pPr>
      <w:r w:rsidRPr="009A12BD">
        <w:t xml:space="preserve">Do přílohy </w:t>
      </w:r>
      <w:r>
        <w:t>S</w:t>
      </w:r>
      <w:r w:rsidRPr="009A12BD">
        <w:t>mlouvy bude vložena tabulka Rekapitulace ceny dle PS a SO vyexportovaná z předložené nabídky oceněného Soupisu prací</w:t>
      </w:r>
      <w:r>
        <w:rPr>
          <w:i/>
        </w:rPr>
        <w: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bookmarkStart w:id="8" w:name="_Hlk180487320"/>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335BA" w:rsidRPr="00F95FBD" w14:paraId="3FC7290B" w14:textId="77777777" w:rsidTr="00BD045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1F868B1" w:rsidR="00C335BA" w:rsidRPr="00F95FBD" w:rsidRDefault="00C335BA" w:rsidP="00C335B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084837" w14:textId="4C0CA0D2" w:rsidR="00C335BA" w:rsidRPr="00F95FBD" w:rsidRDefault="00C335BA" w:rsidP="00C335BA">
            <w:pPr>
              <w:pStyle w:val="Tabulka"/>
              <w:cnfStyle w:val="100000000000" w:firstRow="1" w:lastRow="0" w:firstColumn="0" w:lastColumn="0" w:oddVBand="0" w:evenVBand="0" w:oddHBand="0" w:evenHBand="0" w:firstRowFirstColumn="0" w:firstRowLastColumn="0" w:lastRowFirstColumn="0" w:lastRowLastColumn="0"/>
            </w:pPr>
            <w:r>
              <w:t xml:space="preserve">Mgr. Lucie Zapletalová, </w:t>
            </w:r>
            <w:r w:rsidRPr="00DB53E6">
              <w:rPr>
                <w:lang w:eastAsia="en-US"/>
              </w:rPr>
              <w:t>právník Stavební správy východ</w:t>
            </w:r>
          </w:p>
        </w:tc>
      </w:tr>
      <w:tr w:rsidR="00C335BA" w:rsidRPr="00F95FBD" w14:paraId="10ED26F9" w14:textId="77777777" w:rsidTr="00BD04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CE3D3C" w:rsidR="00C335BA" w:rsidRPr="008175E5" w:rsidRDefault="00C335BA" w:rsidP="00C335BA">
            <w:pPr>
              <w:pStyle w:val="Tabulka"/>
              <w:rPr>
                <w:rStyle w:val="Nadpisvtabulce"/>
                <w:b w:val="0"/>
              </w:rPr>
            </w:pPr>
            <w:r w:rsidRPr="008175E5">
              <w:rPr>
                <w:rStyle w:val="Nadpisvtabulce"/>
                <w:b w:val="0"/>
              </w:rPr>
              <w:t>Adresa</w:t>
            </w:r>
          </w:p>
        </w:tc>
        <w:tc>
          <w:tcPr>
            <w:tcW w:w="5812" w:type="dxa"/>
            <w:vAlign w:val="top"/>
          </w:tcPr>
          <w:p w14:paraId="3E100DE6" w14:textId="77777777" w:rsidR="00C335BA" w:rsidRPr="00DB53E6" w:rsidRDefault="00C335BA" w:rsidP="00C335B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46644D10" w14:textId="08F20800" w:rsidR="00C335BA" w:rsidRPr="001F518E" w:rsidRDefault="00C335BA"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C335BA" w:rsidRPr="00F95FBD" w14:paraId="7A5CDF15" w14:textId="77777777" w:rsidTr="00BD04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F190AAB" w:rsidR="00C335BA" w:rsidRPr="00F95FBD" w:rsidRDefault="00C335BA" w:rsidP="00C335BA">
            <w:pPr>
              <w:pStyle w:val="Tabulka"/>
            </w:pPr>
            <w:r w:rsidRPr="00F95FBD">
              <w:t>E-mail</w:t>
            </w:r>
          </w:p>
        </w:tc>
        <w:tc>
          <w:tcPr>
            <w:tcW w:w="5812" w:type="dxa"/>
            <w:vAlign w:val="top"/>
          </w:tcPr>
          <w:p w14:paraId="2198B4CD" w14:textId="41559FF1" w:rsidR="00C335BA" w:rsidRPr="001F518E" w:rsidRDefault="00DE6E84"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E6E84">
              <w:t>ZapletalovaL@spravazeleznic.cz</w:t>
            </w:r>
          </w:p>
        </w:tc>
      </w:tr>
      <w:tr w:rsidR="00C335BA" w:rsidRPr="00F95FBD" w14:paraId="1FF36C4F" w14:textId="77777777" w:rsidTr="00BD045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33CBF71D" w:rsidR="00C335BA" w:rsidRPr="00F95FBD" w:rsidRDefault="00C335BA" w:rsidP="00C335BA">
            <w:pPr>
              <w:pStyle w:val="Tabulka"/>
            </w:pPr>
            <w:r w:rsidRPr="00F95FBD">
              <w:t>Telefon</w:t>
            </w:r>
          </w:p>
        </w:tc>
        <w:tc>
          <w:tcPr>
            <w:tcW w:w="5812" w:type="dxa"/>
            <w:vAlign w:val="top"/>
          </w:tcPr>
          <w:p w14:paraId="5716C794" w14:textId="15F504B1" w:rsidR="00C335BA" w:rsidRPr="001F518E" w:rsidRDefault="00DE6E84"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E6E84">
              <w:t>+420 720 051 460</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335BA" w:rsidRPr="00F95FBD" w14:paraId="23A9C748" w14:textId="77777777" w:rsidTr="008A77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3CA52E08" w:rsidR="00C335BA" w:rsidRPr="00F95FBD" w:rsidRDefault="00C335BA" w:rsidP="00C335B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697ABE2" w14:textId="66A4B737" w:rsidR="00C335BA" w:rsidRPr="001F518E" w:rsidRDefault="00C335BA" w:rsidP="00C335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46A04">
              <w:t>Štefanová Dagmar</w:t>
            </w:r>
          </w:p>
        </w:tc>
      </w:tr>
      <w:tr w:rsidR="00C335BA" w:rsidRPr="00F95FBD" w14:paraId="18C7EC56" w14:textId="77777777" w:rsidTr="008A7767">
        <w:tc>
          <w:tcPr>
            <w:cnfStyle w:val="001000000000" w:firstRow="0" w:lastRow="0" w:firstColumn="1" w:lastColumn="0" w:oddVBand="0" w:evenVBand="0" w:oddHBand="0" w:evenHBand="0" w:firstRowFirstColumn="0" w:firstRowLastColumn="0" w:lastRowFirstColumn="0" w:lastRowLastColumn="0"/>
            <w:tcW w:w="3056" w:type="dxa"/>
          </w:tcPr>
          <w:p w14:paraId="434EE840" w14:textId="4F2CCE45" w:rsidR="00C335BA" w:rsidRPr="00F95FBD" w:rsidRDefault="00C335BA" w:rsidP="00C335BA">
            <w:pPr>
              <w:pStyle w:val="Tabulka"/>
              <w:rPr>
                <w:rStyle w:val="Nadpisvtabulce"/>
                <w:b w:val="0"/>
              </w:rPr>
            </w:pPr>
            <w:r>
              <w:rPr>
                <w:rStyle w:val="Nadpisvtabulce"/>
                <w:b w:val="0"/>
              </w:rPr>
              <w:t>Adresa</w:t>
            </w:r>
          </w:p>
        </w:tc>
        <w:tc>
          <w:tcPr>
            <w:tcW w:w="5812" w:type="dxa"/>
          </w:tcPr>
          <w:p w14:paraId="5580F29F" w14:textId="77777777" w:rsidR="00C335BA" w:rsidRDefault="00C335BA" w:rsidP="00C335B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C03BED" w14:textId="4EE8AE61" w:rsidR="00C335BA" w:rsidRPr="001F518E" w:rsidRDefault="00C335BA"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Brno, </w:t>
            </w:r>
            <w:r w:rsidRPr="00146A04">
              <w:t>Kounicova 688/26</w:t>
            </w:r>
            <w:r>
              <w:t>, 611 43 Brno</w:t>
            </w:r>
            <w:r w:rsidRPr="001F518E">
              <w:rPr>
                <w:highlight w:val="green"/>
              </w:rPr>
              <w:t xml:space="preserve"> </w:t>
            </w:r>
          </w:p>
        </w:tc>
      </w:tr>
      <w:tr w:rsidR="00C335BA" w:rsidRPr="00F95FBD" w14:paraId="5673D507" w14:textId="77777777" w:rsidTr="008A7767">
        <w:tc>
          <w:tcPr>
            <w:cnfStyle w:val="001000000000" w:firstRow="0" w:lastRow="0" w:firstColumn="1" w:lastColumn="0" w:oddVBand="0" w:evenVBand="0" w:oddHBand="0" w:evenHBand="0" w:firstRowFirstColumn="0" w:firstRowLastColumn="0" w:lastRowFirstColumn="0" w:lastRowLastColumn="0"/>
            <w:tcW w:w="3056" w:type="dxa"/>
          </w:tcPr>
          <w:p w14:paraId="48C24ED2" w14:textId="13E4058D" w:rsidR="00C335BA" w:rsidRPr="00F95FBD" w:rsidRDefault="00C335BA" w:rsidP="00C335BA">
            <w:pPr>
              <w:pStyle w:val="Tabulka"/>
            </w:pPr>
            <w:r w:rsidRPr="00F95FBD">
              <w:t>E-mail</w:t>
            </w:r>
          </w:p>
        </w:tc>
        <w:tc>
          <w:tcPr>
            <w:tcW w:w="5812" w:type="dxa"/>
          </w:tcPr>
          <w:p w14:paraId="6156B53D" w14:textId="3076C99A" w:rsidR="00C335BA" w:rsidRPr="001F518E" w:rsidRDefault="00C335BA"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6A04">
              <w:t>Stefanova@spravazeleznic.cz</w:t>
            </w:r>
          </w:p>
        </w:tc>
      </w:tr>
      <w:tr w:rsidR="00C335BA" w:rsidRPr="00F95FBD" w14:paraId="2A4C1237" w14:textId="77777777" w:rsidTr="008A7767">
        <w:tc>
          <w:tcPr>
            <w:cnfStyle w:val="001000000000" w:firstRow="0" w:lastRow="0" w:firstColumn="1" w:lastColumn="0" w:oddVBand="0" w:evenVBand="0" w:oddHBand="0" w:evenHBand="0" w:firstRowFirstColumn="0" w:firstRowLastColumn="0" w:lastRowFirstColumn="0" w:lastRowLastColumn="0"/>
            <w:tcW w:w="3056" w:type="dxa"/>
          </w:tcPr>
          <w:p w14:paraId="34C04EA7" w14:textId="7F5D253C" w:rsidR="00C335BA" w:rsidRPr="00F95FBD" w:rsidRDefault="00C335BA" w:rsidP="00C335BA">
            <w:pPr>
              <w:pStyle w:val="Tabulka"/>
            </w:pPr>
            <w:r w:rsidRPr="00F95FBD">
              <w:t>Telefon</w:t>
            </w:r>
          </w:p>
        </w:tc>
        <w:tc>
          <w:tcPr>
            <w:tcW w:w="5812" w:type="dxa"/>
          </w:tcPr>
          <w:p w14:paraId="50961FBA" w14:textId="1716EED2" w:rsidR="00C335BA" w:rsidRPr="001F518E" w:rsidRDefault="00C335BA" w:rsidP="00C335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6A04">
              <w:t>+420 702 211 772</w:t>
            </w:r>
          </w:p>
        </w:tc>
      </w:tr>
      <w:bookmarkEnd w:id="8"/>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1578418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76A43BAE" w14:textId="77777777" w:rsidR="00C335BA" w:rsidRDefault="00C335BA"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7A3E3315" w14:textId="77777777" w:rsidR="00C335BA" w:rsidRDefault="00C335BA" w:rsidP="007C5289">
      <w:pPr>
        <w:pStyle w:val="Tabulka"/>
      </w:pPr>
    </w:p>
    <w:p w14:paraId="6854C857" w14:textId="77777777" w:rsidR="00C335BA" w:rsidRDefault="00C335BA" w:rsidP="007C5289">
      <w:pPr>
        <w:pStyle w:val="Tabulka"/>
      </w:pPr>
    </w:p>
    <w:p w14:paraId="34668C2F" w14:textId="77777777" w:rsidR="00C335BA" w:rsidRDefault="00C335BA" w:rsidP="007C5289">
      <w:pPr>
        <w:pStyle w:val="Tabulka"/>
      </w:pPr>
    </w:p>
    <w:p w14:paraId="450933C4" w14:textId="77777777" w:rsidR="00C335BA" w:rsidRDefault="00C335BA"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49C77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C335BA" w:rsidRPr="00C335BA">
              <w:t>42</w:t>
            </w:r>
            <w:r w:rsidRPr="00C335BA">
              <w:t xml:space="preserve"> mil. Kč na jednu pojistnou událost</w:t>
            </w:r>
            <w:r w:rsidR="00A349C6" w:rsidRPr="00C335BA">
              <w:t xml:space="preserve"> a </w:t>
            </w:r>
            <w:r w:rsidR="00C335BA" w:rsidRPr="00C335BA">
              <w:t>84</w:t>
            </w:r>
            <w:r w:rsidRPr="00C335BA">
              <w:t xml:space="preserve">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9"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9"/>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 xml:space="preserve">č. j.: </w:t>
      </w:r>
      <w:r w:rsidRPr="00C335BA">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0"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0"/>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B5D47" w14:textId="77777777" w:rsidR="00B85F16" w:rsidRDefault="00B85F16" w:rsidP="00962258">
      <w:pPr>
        <w:spacing w:after="0" w:line="240" w:lineRule="auto"/>
      </w:pPr>
      <w:r>
        <w:separator/>
      </w:r>
    </w:p>
  </w:endnote>
  <w:endnote w:type="continuationSeparator" w:id="0">
    <w:p w14:paraId="0280509D" w14:textId="77777777" w:rsidR="00B85F16" w:rsidRDefault="00B85F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34030AB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20DFB3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381039D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A33F6">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44B6E14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6C025E3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1D920FB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77D326A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A33F6">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6BD41CA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03151FD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085A6734" w:rsidR="00200C2E" w:rsidRPr="0080582B" w:rsidRDefault="00200C2E" w:rsidP="0080582B">
    <w:pPr>
      <w:spacing w:after="0" w:line="240" w:lineRule="auto"/>
      <w:rPr>
        <w:b/>
        <w:i/>
        <w:color w:val="00B050"/>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469F9CD9"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6466966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2784C6B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33F6">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84E23" w14:textId="77777777" w:rsidR="00B85F16" w:rsidRDefault="00B85F16" w:rsidP="00962258">
      <w:pPr>
        <w:spacing w:after="0" w:line="240" w:lineRule="auto"/>
      </w:pPr>
      <w:r>
        <w:separator/>
      </w:r>
    </w:p>
  </w:footnote>
  <w:footnote w:type="continuationSeparator" w:id="0">
    <w:p w14:paraId="249B73C9" w14:textId="77777777" w:rsidR="00B85F16" w:rsidRDefault="00B85F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3546"/>
    <w:multiLevelType w:val="hybridMultilevel"/>
    <w:tmpl w:val="B644D890"/>
    <w:lvl w:ilvl="0" w:tplc="9006C9F6">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2505676">
    <w:abstractNumId w:val="5"/>
  </w:num>
  <w:num w:numId="2" w16cid:durableId="311907078">
    <w:abstractNumId w:val="2"/>
  </w:num>
  <w:num w:numId="3" w16cid:durableId="8343437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8239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7557220">
    <w:abstractNumId w:val="7"/>
  </w:num>
  <w:num w:numId="6" w16cid:durableId="1866137983">
    <w:abstractNumId w:val="10"/>
  </w:num>
  <w:num w:numId="7" w16cid:durableId="363872513">
    <w:abstractNumId w:val="9"/>
  </w:num>
  <w:num w:numId="8" w16cid:durableId="1569805028">
    <w:abstractNumId w:val="13"/>
  </w:num>
  <w:num w:numId="9" w16cid:durableId="756438189">
    <w:abstractNumId w:val="11"/>
  </w:num>
  <w:num w:numId="10" w16cid:durableId="1636595198">
    <w:abstractNumId w:val="6"/>
  </w:num>
  <w:num w:numId="11" w16cid:durableId="1238899738">
    <w:abstractNumId w:val="1"/>
  </w:num>
  <w:num w:numId="12" w16cid:durableId="1891576743">
    <w:abstractNumId w:val="4"/>
  </w:num>
  <w:num w:numId="13" w16cid:durableId="1938176133">
    <w:abstractNumId w:val="14"/>
  </w:num>
  <w:num w:numId="14" w16cid:durableId="820775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22220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1903754">
    <w:abstractNumId w:val="10"/>
    <w:lvlOverride w:ilvl="0">
      <w:startOverride w:val="1"/>
    </w:lvlOverride>
  </w:num>
  <w:num w:numId="17" w16cid:durableId="1487012971">
    <w:abstractNumId w:val="1"/>
    <w:lvlOverride w:ilvl="0">
      <w:startOverride w:val="4"/>
    </w:lvlOverride>
    <w:lvlOverride w:ilvl="1">
      <w:startOverride w:val="13"/>
    </w:lvlOverride>
    <w:lvlOverride w:ilvl="2">
      <w:startOverride w:val="2"/>
    </w:lvlOverride>
  </w:num>
  <w:num w:numId="18" w16cid:durableId="513955743">
    <w:abstractNumId w:val="10"/>
  </w:num>
  <w:num w:numId="19" w16cid:durableId="815100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5070837">
    <w:abstractNumId w:val="3"/>
  </w:num>
  <w:num w:numId="21" w16cid:durableId="2079286681">
    <w:abstractNumId w:val="8"/>
  </w:num>
  <w:num w:numId="22" w16cid:durableId="1394816342">
    <w:abstractNumId w:val="12"/>
  </w:num>
  <w:num w:numId="23" w16cid:durableId="2001736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1AA"/>
    <w:rsid w:val="00094808"/>
    <w:rsid w:val="00095002"/>
    <w:rsid w:val="000A24F5"/>
    <w:rsid w:val="000B17CA"/>
    <w:rsid w:val="000B4EB8"/>
    <w:rsid w:val="000B6798"/>
    <w:rsid w:val="000C216F"/>
    <w:rsid w:val="000C2B01"/>
    <w:rsid w:val="000C41F2"/>
    <w:rsid w:val="000C4EB8"/>
    <w:rsid w:val="000D0239"/>
    <w:rsid w:val="000D22C4"/>
    <w:rsid w:val="000D27D1"/>
    <w:rsid w:val="000E002D"/>
    <w:rsid w:val="000E056D"/>
    <w:rsid w:val="000E0846"/>
    <w:rsid w:val="000E1599"/>
    <w:rsid w:val="000E1A7F"/>
    <w:rsid w:val="000E2FA1"/>
    <w:rsid w:val="000F7614"/>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8B8"/>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37AE"/>
    <w:rsid w:val="00225027"/>
    <w:rsid w:val="00225674"/>
    <w:rsid w:val="00237604"/>
    <w:rsid w:val="00240B81"/>
    <w:rsid w:val="0024300A"/>
    <w:rsid w:val="00246612"/>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A33F6"/>
    <w:rsid w:val="003B23D6"/>
    <w:rsid w:val="003B4A16"/>
    <w:rsid w:val="003C1694"/>
    <w:rsid w:val="003C33F2"/>
    <w:rsid w:val="003D6859"/>
    <w:rsid w:val="003D756E"/>
    <w:rsid w:val="003D7631"/>
    <w:rsid w:val="003D79FF"/>
    <w:rsid w:val="003E420D"/>
    <w:rsid w:val="003E4C13"/>
    <w:rsid w:val="003E75DD"/>
    <w:rsid w:val="003F1B9C"/>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B7CF3"/>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6FE8"/>
    <w:rsid w:val="0061068E"/>
    <w:rsid w:val="006115D3"/>
    <w:rsid w:val="0061520D"/>
    <w:rsid w:val="00616D07"/>
    <w:rsid w:val="006231B6"/>
    <w:rsid w:val="00623FDC"/>
    <w:rsid w:val="00633739"/>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688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582B"/>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85763"/>
    <w:rsid w:val="0088654C"/>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30E8"/>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96ADD"/>
    <w:rsid w:val="00AA1FDB"/>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1E9A"/>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85F16"/>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35BA"/>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86847"/>
    <w:rsid w:val="00C9118F"/>
    <w:rsid w:val="00C9217D"/>
    <w:rsid w:val="00C95162"/>
    <w:rsid w:val="00C97A38"/>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25BB6"/>
    <w:rsid w:val="00D339BD"/>
    <w:rsid w:val="00D35578"/>
    <w:rsid w:val="00D4108E"/>
    <w:rsid w:val="00D4328E"/>
    <w:rsid w:val="00D4483A"/>
    <w:rsid w:val="00D50FE6"/>
    <w:rsid w:val="00D60CA0"/>
    <w:rsid w:val="00D60F69"/>
    <w:rsid w:val="00D6163D"/>
    <w:rsid w:val="00D701DC"/>
    <w:rsid w:val="00D70DE8"/>
    <w:rsid w:val="00D711A4"/>
    <w:rsid w:val="00D80CC7"/>
    <w:rsid w:val="00D82435"/>
    <w:rsid w:val="00D82A67"/>
    <w:rsid w:val="00D831A3"/>
    <w:rsid w:val="00D97BE3"/>
    <w:rsid w:val="00DA3042"/>
    <w:rsid w:val="00DA319E"/>
    <w:rsid w:val="00DA3711"/>
    <w:rsid w:val="00DA5FC3"/>
    <w:rsid w:val="00DB0E5B"/>
    <w:rsid w:val="00DB26A0"/>
    <w:rsid w:val="00DC664C"/>
    <w:rsid w:val="00DD04AC"/>
    <w:rsid w:val="00DD46F3"/>
    <w:rsid w:val="00DD4862"/>
    <w:rsid w:val="00DE0D9C"/>
    <w:rsid w:val="00DE2A7D"/>
    <w:rsid w:val="00DE56F2"/>
    <w:rsid w:val="00DE629D"/>
    <w:rsid w:val="00DE6E84"/>
    <w:rsid w:val="00DF116D"/>
    <w:rsid w:val="00DF7604"/>
    <w:rsid w:val="00E0467D"/>
    <w:rsid w:val="00E10285"/>
    <w:rsid w:val="00E123A4"/>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34</Pages>
  <Words>6367</Words>
  <Characters>37568</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4</cp:revision>
  <cp:lastPrinted>2023-04-25T11:25:00Z</cp:lastPrinted>
  <dcterms:created xsi:type="dcterms:W3CDTF">2024-11-05T06:47:00Z</dcterms:created>
  <dcterms:modified xsi:type="dcterms:W3CDTF">2024-11-06T08:16:00Z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